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6DD1" w14:textId="77777777" w:rsidR="00E746F4" w:rsidRDefault="002F55E1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RFP/PROCUREMENT PROCESS</w:t>
      </w:r>
    </w:p>
    <w:p w14:paraId="4A33A299" w14:textId="25B80B67" w:rsidR="00E746F4" w:rsidRDefault="002F55E1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>
        <w:rPr>
          <w:b/>
          <w:lang w:val="en-GB"/>
        </w:rPr>
        <w:t>Procurement No:</w:t>
      </w:r>
      <w:r w:rsidR="00D07710">
        <w:rPr>
          <w:b/>
          <w:lang w:val="en-GB"/>
        </w:rPr>
        <w:t xml:space="preserve"> 27-W013-24</w:t>
      </w:r>
    </w:p>
    <w:p w14:paraId="39F19FD9" w14:textId="77777777" w:rsidR="00E746F4" w:rsidRDefault="002F55E1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058E20A0" w14:textId="77777777" w:rsidR="00E746F4" w:rsidRDefault="002F55E1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RFP/procurement process</w:t>
      </w:r>
    </w:p>
    <w:p w14:paraId="388656F8" w14:textId="77777777" w:rsidR="00E746F4" w:rsidRDefault="002F55E1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RFP. Any changes to this timeline will be posted on the Kiribati Public Procurement </w:t>
      </w:r>
      <w:proofErr w:type="spellStart"/>
      <w:r>
        <w:rPr>
          <w:rFonts w:ascii="Calibri" w:hAnsi="Calibri" w:cs="Calibri"/>
        </w:rPr>
        <w:t>WebPortal</w:t>
      </w:r>
      <w:proofErr w:type="spellEnd"/>
      <w:r>
        <w:rPr>
          <w:rFonts w:ascii="Calibri" w:hAnsi="Calibri" w:cs="Calibri"/>
        </w:rPr>
        <w:t xml:space="preserve">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 in 6-11 are target dates and may be adjusted.</w:t>
      </w:r>
    </w:p>
    <w:p w14:paraId="14C32E74" w14:textId="77777777" w:rsidR="00E746F4" w:rsidRDefault="00E746F4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2"/>
        <w:gridCol w:w="2099"/>
        <w:gridCol w:w="2401"/>
      </w:tblGrid>
      <w:tr w:rsidR="00E746F4" w14:paraId="05498FE2" w14:textId="77777777">
        <w:tc>
          <w:tcPr>
            <w:tcW w:w="4842" w:type="dxa"/>
            <w:shd w:val="clear" w:color="auto" w:fill="auto"/>
          </w:tcPr>
          <w:p w14:paraId="1ED9E120" w14:textId="77777777" w:rsidR="00E746F4" w:rsidRDefault="002F55E1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99" w:type="dxa"/>
            <w:shd w:val="clear" w:color="auto" w:fill="auto"/>
          </w:tcPr>
          <w:p w14:paraId="279E38F5" w14:textId="77777777" w:rsidR="00E746F4" w:rsidRDefault="002F55E1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401" w:type="dxa"/>
            <w:shd w:val="clear" w:color="auto" w:fill="auto"/>
          </w:tcPr>
          <w:p w14:paraId="7BFBC88C" w14:textId="77777777" w:rsidR="00E746F4" w:rsidRDefault="002F55E1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E746F4" w14:paraId="5E88903D" w14:textId="77777777">
        <w:tc>
          <w:tcPr>
            <w:tcW w:w="4842" w:type="dxa"/>
            <w:shd w:val="clear" w:color="auto" w:fill="auto"/>
          </w:tcPr>
          <w:p w14:paraId="72218FAA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RFP</w:t>
            </w:r>
          </w:p>
        </w:tc>
        <w:tc>
          <w:tcPr>
            <w:tcW w:w="2099" w:type="dxa"/>
            <w:shd w:val="clear" w:color="auto" w:fill="auto"/>
          </w:tcPr>
          <w:p w14:paraId="0C91604D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4028210C" w14:textId="78067775" w:rsidR="00E746F4" w:rsidRDefault="00C676F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B73A1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/04/2024</w:t>
            </w:r>
          </w:p>
        </w:tc>
      </w:tr>
      <w:tr w:rsidR="00E746F4" w14:paraId="027637FC" w14:textId="77777777">
        <w:tc>
          <w:tcPr>
            <w:tcW w:w="4842" w:type="dxa"/>
            <w:shd w:val="clear" w:color="auto" w:fill="auto"/>
          </w:tcPr>
          <w:p w14:paraId="38126DEB" w14:textId="6A3DE249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asciiTheme="minorHAnsi" w:hAnsiTheme="minorHAnsi"/>
                <w:sz w:val="22"/>
              </w:rPr>
              <w:t>Specification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9E20FA">
              <w:rPr>
                <w:rFonts w:cs="Calibri"/>
                <w:sz w:val="24"/>
                <w:szCs w:val="24"/>
              </w:rPr>
              <w:t>presentation (</w:t>
            </w:r>
            <w:r>
              <w:rPr>
                <w:rFonts w:cs="Calibri"/>
                <w:sz w:val="24"/>
                <w:szCs w:val="24"/>
              </w:rPr>
              <w:t>Pre-bid meeting)</w:t>
            </w:r>
          </w:p>
        </w:tc>
        <w:tc>
          <w:tcPr>
            <w:tcW w:w="2099" w:type="dxa"/>
            <w:shd w:val="clear" w:color="auto" w:fill="auto"/>
          </w:tcPr>
          <w:p w14:paraId="360FB094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12F6004D" w14:textId="4D83B7D9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10.00 am </w:t>
            </w:r>
            <w:r w:rsidR="008B73A1">
              <w:rPr>
                <w:rFonts w:ascii="Calibri" w:hAnsi="Calibri"/>
                <w:szCs w:val="20"/>
              </w:rPr>
              <w:t>10</w:t>
            </w:r>
            <w:r w:rsidR="00C676F3">
              <w:rPr>
                <w:rFonts w:ascii="Calibri" w:hAnsi="Calibri"/>
                <w:szCs w:val="20"/>
              </w:rPr>
              <w:t>/05/</w:t>
            </w:r>
            <w:r w:rsidR="008B73A1">
              <w:rPr>
                <w:rFonts w:ascii="Calibri" w:hAnsi="Calibri"/>
                <w:szCs w:val="20"/>
              </w:rPr>
              <w:t>2024</w:t>
            </w:r>
          </w:p>
        </w:tc>
      </w:tr>
      <w:tr w:rsidR="00E746F4" w14:paraId="050A70F0" w14:textId="77777777">
        <w:tc>
          <w:tcPr>
            <w:tcW w:w="4842" w:type="dxa"/>
            <w:shd w:val="clear" w:color="auto" w:fill="auto"/>
          </w:tcPr>
          <w:p w14:paraId="0C4E5FE5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RFP</w:t>
            </w:r>
          </w:p>
        </w:tc>
        <w:tc>
          <w:tcPr>
            <w:tcW w:w="2099" w:type="dxa"/>
            <w:shd w:val="clear" w:color="auto" w:fill="auto"/>
          </w:tcPr>
          <w:p w14:paraId="35C18127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B847F09" w14:textId="6D10060B" w:rsidR="00E746F4" w:rsidRDefault="00EA608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24/05/2024</w:t>
            </w:r>
          </w:p>
        </w:tc>
      </w:tr>
      <w:tr w:rsidR="00E746F4" w14:paraId="1CD9ED9B" w14:textId="77777777">
        <w:tc>
          <w:tcPr>
            <w:tcW w:w="4842" w:type="dxa"/>
            <w:shd w:val="clear" w:color="auto" w:fill="auto"/>
          </w:tcPr>
          <w:p w14:paraId="7C9B538B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099" w:type="dxa"/>
            <w:shd w:val="clear" w:color="auto" w:fill="auto"/>
          </w:tcPr>
          <w:p w14:paraId="6DE0E9B7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6872F2CF" w14:textId="19146D2A" w:rsidR="00E746F4" w:rsidRDefault="00EA608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07/06/2024</w:t>
            </w:r>
          </w:p>
        </w:tc>
      </w:tr>
      <w:tr w:rsidR="00E746F4" w14:paraId="06E1E1CE" w14:textId="77777777">
        <w:tc>
          <w:tcPr>
            <w:tcW w:w="4842" w:type="dxa"/>
            <w:tcBorders>
              <w:bottom w:val="single" w:sz="12" w:space="0" w:color="auto"/>
            </w:tcBorders>
            <w:shd w:val="clear" w:color="auto" w:fill="auto"/>
          </w:tcPr>
          <w:p w14:paraId="6F7D1731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099" w:type="dxa"/>
            <w:tcBorders>
              <w:bottom w:val="single" w:sz="12" w:space="0" w:color="auto"/>
            </w:tcBorders>
            <w:shd w:val="clear" w:color="auto" w:fill="auto"/>
          </w:tcPr>
          <w:p w14:paraId="2CEFA25F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34DBD3" w14:textId="06335F0A" w:rsidR="00E746F4" w:rsidRDefault="002F55E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(17:00)</w:t>
            </w:r>
            <w:r w:rsidR="00C676F3">
              <w:rPr>
                <w:rFonts w:ascii="Calibri" w:hAnsi="Calibri"/>
                <w:szCs w:val="20"/>
              </w:rPr>
              <w:t xml:space="preserve"> </w:t>
            </w:r>
            <w:r w:rsidR="00EA6084">
              <w:rPr>
                <w:rFonts w:ascii="Calibri" w:hAnsi="Calibri"/>
                <w:szCs w:val="20"/>
              </w:rPr>
              <w:t>11/06/2024</w:t>
            </w:r>
          </w:p>
        </w:tc>
      </w:tr>
      <w:tr w:rsidR="00E746F4" w14:paraId="4F9FEDC0" w14:textId="77777777">
        <w:trPr>
          <w:trHeight w:val="342"/>
        </w:trPr>
        <w:tc>
          <w:tcPr>
            <w:tcW w:w="4842" w:type="dxa"/>
            <w:tcBorders>
              <w:top w:val="single" w:sz="12" w:space="0" w:color="auto"/>
            </w:tcBorders>
            <w:shd w:val="clear" w:color="auto" w:fill="auto"/>
          </w:tcPr>
          <w:p w14:paraId="22A05F80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Proposal presentation***</w:t>
            </w:r>
          </w:p>
        </w:tc>
        <w:tc>
          <w:tcPr>
            <w:tcW w:w="2099" w:type="dxa"/>
            <w:tcBorders>
              <w:top w:val="single" w:sz="12" w:space="0" w:color="auto"/>
            </w:tcBorders>
            <w:shd w:val="clear" w:color="auto" w:fill="auto"/>
          </w:tcPr>
          <w:p w14:paraId="7D7C742C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81C644" w14:textId="30CD8E69" w:rsidR="00E746F4" w:rsidRDefault="00EA608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12/06/2024</w:t>
            </w:r>
          </w:p>
        </w:tc>
      </w:tr>
      <w:tr w:rsidR="00E746F4" w14:paraId="2355000C" w14:textId="77777777">
        <w:tc>
          <w:tcPr>
            <w:tcW w:w="4842" w:type="dxa"/>
            <w:shd w:val="clear" w:color="auto" w:fill="auto"/>
          </w:tcPr>
          <w:p w14:paraId="4570D0CA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99" w:type="dxa"/>
            <w:shd w:val="clear" w:color="auto" w:fill="auto"/>
          </w:tcPr>
          <w:p w14:paraId="1406C0C2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621D911D" w14:textId="01335E88" w:rsidR="00E746F4" w:rsidRDefault="009814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EA6084">
              <w:rPr>
                <w:rFonts w:ascii="Calibri" w:hAnsi="Calibri"/>
                <w:szCs w:val="20"/>
              </w:rPr>
              <w:t>/06/2024</w:t>
            </w:r>
          </w:p>
        </w:tc>
      </w:tr>
      <w:tr w:rsidR="00E746F4" w14:paraId="046D18F5" w14:textId="77777777">
        <w:tc>
          <w:tcPr>
            <w:tcW w:w="4842" w:type="dxa"/>
            <w:shd w:val="clear" w:color="auto" w:fill="auto"/>
          </w:tcPr>
          <w:p w14:paraId="0EEF7F2A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99" w:type="dxa"/>
            <w:shd w:val="clear" w:color="auto" w:fill="auto"/>
          </w:tcPr>
          <w:p w14:paraId="14EE2795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F7130E2" w14:textId="5D701296" w:rsidR="00E746F4" w:rsidRDefault="009814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6E14D6">
              <w:rPr>
                <w:rFonts w:ascii="Calibri" w:hAnsi="Calibri"/>
                <w:szCs w:val="20"/>
              </w:rPr>
              <w:t>/06/2024</w:t>
            </w:r>
          </w:p>
        </w:tc>
      </w:tr>
      <w:tr w:rsidR="00E746F4" w14:paraId="097B9FA8" w14:textId="77777777">
        <w:tc>
          <w:tcPr>
            <w:tcW w:w="4842" w:type="dxa"/>
            <w:shd w:val="clear" w:color="auto" w:fill="auto"/>
          </w:tcPr>
          <w:p w14:paraId="68633416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99" w:type="dxa"/>
            <w:shd w:val="clear" w:color="auto" w:fill="auto"/>
          </w:tcPr>
          <w:p w14:paraId="40D21BF7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787A2C1" w14:textId="3F2373D7" w:rsidR="00E746F4" w:rsidRDefault="006E14D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9814BD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/07/2024</w:t>
            </w:r>
          </w:p>
        </w:tc>
      </w:tr>
      <w:tr w:rsidR="00E746F4" w14:paraId="5999B36C" w14:textId="77777777">
        <w:tc>
          <w:tcPr>
            <w:tcW w:w="4842" w:type="dxa"/>
            <w:shd w:val="clear" w:color="auto" w:fill="auto"/>
          </w:tcPr>
          <w:p w14:paraId="66A8A5D4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99" w:type="dxa"/>
            <w:shd w:val="clear" w:color="auto" w:fill="auto"/>
          </w:tcPr>
          <w:p w14:paraId="6EEE9FE3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378BA8E" w14:textId="6CB0EB19" w:rsidR="00E746F4" w:rsidRDefault="006E14D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09/07/2024</w:t>
            </w:r>
          </w:p>
        </w:tc>
      </w:tr>
      <w:tr w:rsidR="00E746F4" w14:paraId="7A23858E" w14:textId="77777777">
        <w:tc>
          <w:tcPr>
            <w:tcW w:w="4842" w:type="dxa"/>
            <w:shd w:val="clear" w:color="auto" w:fill="auto"/>
          </w:tcPr>
          <w:p w14:paraId="78852E44" w14:textId="77777777" w:rsidR="00E746F4" w:rsidRDefault="002F55E1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99" w:type="dxa"/>
            <w:shd w:val="clear" w:color="auto" w:fill="auto"/>
          </w:tcPr>
          <w:p w14:paraId="284CE675" w14:textId="77777777" w:rsidR="00E746F4" w:rsidRDefault="002F55E1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2931E4CE" w14:textId="249019A3" w:rsidR="00E746F4" w:rsidRDefault="006E14D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10/07/2024</w:t>
            </w:r>
          </w:p>
        </w:tc>
      </w:tr>
    </w:tbl>
    <w:p w14:paraId="3FC786CE" w14:textId="77777777" w:rsidR="00E746F4" w:rsidRDefault="002F55E1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Proposals or Questions, or parts thereof, delivered after the latest date and time for submission will not be opened or considered.</w:t>
      </w:r>
    </w:p>
    <w:p w14:paraId="648B6E2A" w14:textId="77777777" w:rsidR="00E746F4" w:rsidRDefault="002F55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540E3F96" w14:textId="77777777" w:rsidR="00E746F4" w:rsidRDefault="002F55E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746F4">
      <w:headerReference w:type="default" r:id="rId11"/>
      <w:footerReference w:type="default" r:id="rId12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18608" w14:textId="77777777" w:rsidR="00E414C9" w:rsidRDefault="00E414C9">
      <w:r>
        <w:separator/>
      </w:r>
    </w:p>
  </w:endnote>
  <w:endnote w:type="continuationSeparator" w:id="0">
    <w:p w14:paraId="6B11A7D7" w14:textId="77777777" w:rsidR="00E414C9" w:rsidRDefault="00E4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D1470" w14:textId="77777777" w:rsidR="00E746F4" w:rsidRDefault="002F55E1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0015E914" w14:textId="050940B1" w:rsidR="00E746F4" w:rsidRDefault="002F55E1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814BD">
      <w:rPr>
        <w:noProof/>
      </w:rPr>
      <w:t>2024-04-26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371BD" w14:textId="77777777" w:rsidR="00E414C9" w:rsidRDefault="00E414C9">
      <w:r>
        <w:separator/>
      </w:r>
    </w:p>
  </w:footnote>
  <w:footnote w:type="continuationSeparator" w:id="0">
    <w:p w14:paraId="4335D868" w14:textId="77777777" w:rsidR="00E414C9" w:rsidRDefault="00E41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0435A" w14:textId="5AC3ABB5" w:rsidR="00E746F4" w:rsidRDefault="002F55E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381BE8C5" wp14:editId="21BD96EC">
          <wp:extent cx="590550" cy="645795"/>
          <wp:effectExtent l="0" t="0" r="0" b="1905"/>
          <wp:docPr id="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703482623">
    <w:abstractNumId w:val="0"/>
  </w:num>
  <w:num w:numId="2" w16cid:durableId="310332770">
    <w:abstractNumId w:val="2"/>
  </w:num>
  <w:num w:numId="3" w16cid:durableId="544408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3214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1BE8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8F7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5E1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4D6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3A1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4BD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0FA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766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676F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710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4C9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6F4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084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4BE8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1AA241C2"/>
    <w:rsid w:val="1F881840"/>
    <w:rsid w:val="4CD81E34"/>
    <w:rsid w:val="702F5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9C597"/>
  <w15:docId w15:val="{ECDC2F1C-9BF5-46BD-9CBB-BF5CB9F1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7</cp:revision>
  <cp:lastPrinted>2022-08-15T06:53:00Z</cp:lastPrinted>
  <dcterms:created xsi:type="dcterms:W3CDTF">2024-04-25T21:39:00Z</dcterms:created>
  <dcterms:modified xsi:type="dcterms:W3CDTF">2024-04-26T02:06:00Z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1033-11.2.0.11254</vt:lpwstr>
  </property>
  <property fmtid="{D5CDD505-2E9C-101B-9397-08002B2CF9AE}" pid="4" name="ICV">
    <vt:lpwstr>ED8308B7B14E4E32A556BFAE4CE8C02D</vt:lpwstr>
  </property>
</Properties>
</file>